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3A0" w:rsidRDefault="002663A0" w:rsidP="00117B28">
      <w:pPr>
        <w:rPr>
          <w:b/>
          <w:bCs/>
          <w:shadow/>
          <w:sz w:val="40"/>
          <w:szCs w:val="40"/>
        </w:rPr>
      </w:pPr>
      <w:r>
        <w:rPr>
          <w:noProof/>
          <w:lang w:eastAsia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38.75pt;margin-top:-6pt;width:159.75pt;height:36.95pt;z-index:-251658240" wrapcoords="-101 0 -203 7053 -2637 13665 -2637 19396 2738 21159 19065 22482 19977 22482 19876 21159 21600 4408 20383 1763 2231 0 -101 0" fillcolor="black" stroked="f" strokecolor="white" strokeweight="1pt">
            <v:fill color2="gray" angle="-135" focus="100%" type="gradient"/>
            <v:shadow on="t" type="perspective" color="silver" opacity="52429f" origin="-.5,.5" matrix=",46340f,,.5,,-4768371582e-16"/>
            <v:textpath style="font-family:&quot;Calibri&quot;;v-text-kern:t" trim="t" fitpath="t" string="Poetry"/>
            <w10:wrap type="tight"/>
          </v:shape>
        </w:pict>
      </w:r>
      <w:r>
        <w:rPr>
          <w:b/>
          <w:bCs/>
          <w:shadow/>
          <w:sz w:val="48"/>
          <w:szCs w:val="48"/>
        </w:rPr>
        <w:t>VAST</w:t>
      </w:r>
      <w:r>
        <w:rPr>
          <w:b/>
          <w:bCs/>
          <w:shadow/>
          <w:sz w:val="40"/>
          <w:szCs w:val="40"/>
        </w:rPr>
        <w:t xml:space="preserve"> 2011 </w:t>
      </w:r>
      <w:r>
        <w:rPr>
          <w:b/>
          <w:bCs/>
          <w:shadow/>
          <w:sz w:val="40"/>
          <w:szCs w:val="40"/>
        </w:rPr>
        <w:tab/>
        <w:t xml:space="preserve">        GALLERY SESSION</w:t>
      </w:r>
    </w:p>
    <w:p w:rsidR="002663A0" w:rsidRDefault="002663A0" w:rsidP="00117B28">
      <w:pPr>
        <w:spacing w:after="0"/>
        <w:ind w:left="720"/>
        <w:rPr>
          <w:sz w:val="20"/>
          <w:szCs w:val="20"/>
        </w:rPr>
      </w:pPr>
      <w:r>
        <w:rPr>
          <w:sz w:val="20"/>
          <w:szCs w:val="20"/>
        </w:rPr>
        <w:t>Ah-Young Kim</w:t>
      </w:r>
      <w:r>
        <w:t xml:space="preserve">, </w:t>
      </w:r>
      <w:r>
        <w:rPr>
          <w:sz w:val="20"/>
          <w:szCs w:val="20"/>
        </w:rPr>
        <w:t>Museum Educator &amp; Coordinator of School Partnership and Rebecca Hoenig, Museum Educator,</w:t>
      </w:r>
    </w:p>
    <w:p w:rsidR="002663A0" w:rsidRDefault="002663A0" w:rsidP="00117B28">
      <w:pPr>
        <w:spacing w:after="0"/>
        <w:ind w:left="7920"/>
        <w:rPr>
          <w:sz w:val="20"/>
          <w:szCs w:val="20"/>
        </w:rPr>
      </w:pPr>
      <w:r>
        <w:rPr>
          <w:sz w:val="20"/>
          <w:szCs w:val="20"/>
        </w:rPr>
        <w:t>PHILADELPHIA MUSEUM OF ART</w:t>
      </w:r>
    </w:p>
    <w:p w:rsidR="002663A0" w:rsidRPr="0007062C" w:rsidRDefault="002663A0" w:rsidP="00117B28">
      <w:pPr>
        <w:spacing w:after="0"/>
        <w:rPr>
          <w:b/>
          <w:bCs/>
          <w:sz w:val="16"/>
          <w:szCs w:val="16"/>
        </w:rPr>
      </w:pPr>
    </w:p>
    <w:p w:rsidR="002663A0" w:rsidRDefault="002663A0" w:rsidP="00117B28">
      <w:pPr>
        <w:spacing w:after="0"/>
        <w:rPr>
          <w:sz w:val="44"/>
          <w:szCs w:val="44"/>
        </w:rPr>
      </w:pPr>
      <w:r>
        <w:rPr>
          <w:sz w:val="44"/>
          <w:szCs w:val="44"/>
        </w:rPr>
        <w:t xml:space="preserve"> </w:t>
      </w:r>
      <w:r w:rsidRPr="007A63E8">
        <w:rPr>
          <w:sz w:val="44"/>
          <w:szCs w:val="44"/>
        </w:rPr>
        <w:t>WALK POEM</w:t>
      </w:r>
    </w:p>
    <w:p w:rsidR="002663A0" w:rsidRPr="00561333" w:rsidRDefault="002663A0" w:rsidP="00117B28">
      <w:pPr>
        <w:spacing w:after="0"/>
        <w:rPr>
          <w:b/>
          <w:bCs/>
          <w:sz w:val="16"/>
          <w:szCs w:val="16"/>
        </w:rPr>
      </w:pPr>
    </w:p>
    <w:p w:rsidR="002663A0" w:rsidRPr="00822800" w:rsidRDefault="002663A0" w:rsidP="00117B28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Pr="00822800">
        <w:rPr>
          <w:sz w:val="32"/>
          <w:szCs w:val="32"/>
        </w:rPr>
        <w:t xml:space="preserve"> Take an imaginary walk through a work of art and write about your journey.  </w:t>
      </w:r>
    </w:p>
    <w:p w:rsidR="002663A0" w:rsidRPr="00822800" w:rsidRDefault="002663A0" w:rsidP="00117B28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Pr="00822800">
        <w:rPr>
          <w:sz w:val="32"/>
          <w:szCs w:val="32"/>
        </w:rPr>
        <w:t xml:space="preserve">If it is an interior scene, you can wander around the space exploring its setting.  </w:t>
      </w:r>
    </w:p>
    <w:p w:rsidR="002663A0" w:rsidRPr="00822800" w:rsidRDefault="002663A0" w:rsidP="00117B28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Pr="00822800">
        <w:rPr>
          <w:sz w:val="32"/>
          <w:szCs w:val="32"/>
        </w:rPr>
        <w:t xml:space="preserve">If you see a figure, how would you interact with this person during your walk? </w:t>
      </w:r>
    </w:p>
    <w:p w:rsidR="002663A0" w:rsidRPr="00237E66" w:rsidRDefault="002663A0" w:rsidP="00822800">
      <w:pPr>
        <w:spacing w:after="0"/>
        <w:rPr>
          <w:sz w:val="32"/>
          <w:szCs w:val="32"/>
        </w:rPr>
      </w:pPr>
      <w:r>
        <w:rPr>
          <w:noProof/>
          <w:lang w:eastAsia="en-US"/>
        </w:rPr>
        <w:pict>
          <v:rect id="_x0000_s1027" style="position:absolute;margin-left:-4.5pt;margin-top:12.85pt;width:552pt;height:530.25pt;z-index:-251657216" strokeweight="2pt"/>
        </w:pict>
      </w:r>
      <w:r>
        <w:rPr>
          <w:sz w:val="32"/>
          <w:szCs w:val="32"/>
        </w:rPr>
        <w:t xml:space="preserve"> </w:t>
      </w:r>
      <w:r w:rsidRPr="00237E66">
        <w:rPr>
          <w:sz w:val="32"/>
          <w:szCs w:val="32"/>
        </w:rPr>
        <w:t xml:space="preserve"> </w:t>
      </w:r>
    </w:p>
    <w:p w:rsidR="002663A0" w:rsidRPr="00237E66" w:rsidRDefault="002663A0">
      <w:pPr>
        <w:rPr>
          <w:sz w:val="32"/>
          <w:szCs w:val="32"/>
        </w:rPr>
      </w:pPr>
      <w:r w:rsidRPr="00237E66">
        <w:rPr>
          <w:sz w:val="32"/>
          <w:szCs w:val="32"/>
        </w:rPr>
        <w:t xml:space="preserve">  </w:t>
      </w:r>
    </w:p>
    <w:sectPr w:rsidR="002663A0" w:rsidRPr="00237E66" w:rsidSect="00237E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25FF"/>
    <w:rsid w:val="0007062C"/>
    <w:rsid w:val="00117B28"/>
    <w:rsid w:val="00237E66"/>
    <w:rsid w:val="002633CE"/>
    <w:rsid w:val="002663A0"/>
    <w:rsid w:val="002825FF"/>
    <w:rsid w:val="002D022A"/>
    <w:rsid w:val="003A6A7A"/>
    <w:rsid w:val="00411BDB"/>
    <w:rsid w:val="00561333"/>
    <w:rsid w:val="00675772"/>
    <w:rsid w:val="007A63E8"/>
    <w:rsid w:val="00822800"/>
    <w:rsid w:val="008E6EC1"/>
    <w:rsid w:val="00923BF7"/>
    <w:rsid w:val="009A4AB0"/>
    <w:rsid w:val="00AE4B44"/>
    <w:rsid w:val="00AE4D8C"/>
    <w:rsid w:val="00B118AA"/>
    <w:rsid w:val="00B770AF"/>
    <w:rsid w:val="00BA499F"/>
    <w:rsid w:val="00C87467"/>
    <w:rsid w:val="00CC7D89"/>
    <w:rsid w:val="00D114C9"/>
    <w:rsid w:val="00DD386A"/>
    <w:rsid w:val="00E62B41"/>
    <w:rsid w:val="00E9394C"/>
    <w:rsid w:val="00EA0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D8C"/>
    <w:pPr>
      <w:spacing w:after="200" w:line="276" w:lineRule="auto"/>
    </w:pPr>
    <w:rPr>
      <w:rFonts w:cs="Calibri"/>
      <w:lang w:eastAsia="ko-K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A6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6A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52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64</Words>
  <Characters>370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VAST 2011 </dc:title>
  <dc:subject/>
  <dc:creator>akim</dc:creator>
  <cp:keywords/>
  <dc:description/>
  <cp:lastModifiedBy>StevenW</cp:lastModifiedBy>
  <cp:revision>2</cp:revision>
  <cp:lastPrinted>2011-07-01T18:46:00Z</cp:lastPrinted>
  <dcterms:created xsi:type="dcterms:W3CDTF">2011-07-08T17:04:00Z</dcterms:created>
  <dcterms:modified xsi:type="dcterms:W3CDTF">2011-07-08T17:04:00Z</dcterms:modified>
</cp:coreProperties>
</file>