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4A" w:rsidRDefault="00BD104A" w:rsidP="007A5724">
      <w:pPr>
        <w:rPr>
          <w:rFonts w:cs="Times New Roman"/>
        </w:rPr>
      </w:pPr>
      <w:r>
        <w:rPr>
          <w:noProof/>
          <w:lang w:eastAsia="en-US"/>
        </w:rPr>
        <w:pict>
          <v:rect id="_x0000_s1026" style="position:absolute;margin-left:23.3pt;margin-top:21.95pt;width:453.95pt;height:809.1pt;z-index:251658752"/>
        </w:pict>
      </w:r>
      <w:r>
        <w:rPr>
          <w:noProof/>
          <w:lang w:eastAsia="en-US"/>
        </w:rPr>
        <w:pict>
          <v:rect id="_x0000_s1027" style="position:absolute;margin-left:-13.4pt;margin-top:4.9pt;width:521.05pt;height:887.15pt;z-index:251656704"/>
        </w:pict>
      </w:r>
      <w:r>
        <w:rPr>
          <w:noProof/>
          <w:lang w:eastAsia="en-US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0;margin-top:-29.3pt;width:488.15pt;height:34.2pt;z-index:251657728"/>
        </w:pict>
      </w:r>
    </w:p>
    <w:sectPr w:rsidR="00BD104A" w:rsidSect="007A572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swiss"/>
    <w:notTrueType/>
    <w:pitch w:val="variable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724"/>
    <w:rsid w:val="00137777"/>
    <w:rsid w:val="007A5724"/>
    <w:rsid w:val="00AE4D8C"/>
    <w:rsid w:val="00BA28BA"/>
    <w:rsid w:val="00BD104A"/>
    <w:rsid w:val="00BE2721"/>
    <w:rsid w:val="00DA31D0"/>
    <w:rsid w:val="00DD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D8C"/>
    <w:pPr>
      <w:spacing w:after="200" w:line="276" w:lineRule="auto"/>
    </w:pPr>
    <w:rPr>
      <w:rFonts w:cs="Calibri"/>
      <w:lang w:eastAsia="ko-K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5724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5724"/>
    <w:rPr>
      <w:rFonts w:ascii="Cambria" w:eastAsia="Malgun Gothic" w:hAnsi="Cambria" w:cs="Cambria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A5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5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</dc:creator>
  <cp:keywords/>
  <dc:description/>
  <cp:lastModifiedBy>StevenW</cp:lastModifiedBy>
  <cp:revision>2</cp:revision>
  <cp:lastPrinted>2011-06-16T18:29:00Z</cp:lastPrinted>
  <dcterms:created xsi:type="dcterms:W3CDTF">2011-07-08T17:58:00Z</dcterms:created>
  <dcterms:modified xsi:type="dcterms:W3CDTF">2011-07-08T17:58:00Z</dcterms:modified>
</cp:coreProperties>
</file>