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0AA" w:rsidRDefault="009720AA" w:rsidP="00D82789">
      <w:pPr>
        <w:rPr>
          <w:b/>
          <w:bCs/>
          <w:shadow/>
          <w:sz w:val="40"/>
          <w:szCs w:val="40"/>
        </w:rPr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138.75pt;margin-top:-6pt;width:159.75pt;height:36.95pt;z-index:-251658240" wrapcoords="-101 0 -203 7053 -2637 13665 -2637 19396 2738 21159 19065 22482 19977 22482 19876 21159 21600 4408 20383 1763 2231 0 -101 0" fillcolor="black" stroked="f" strokecolor="white" strokeweight="1pt">
            <v:fill color2="gray" angle="-135" focus="100%" type="gradient"/>
            <v:shadow on="t" type="perspective" color="silver" opacity="52429f" origin="-.5,.5" matrix=",46340f,,.5,,-4768371582e-16"/>
            <v:textpath style="font-family:&quot;Calibri&quot;;v-text-kern:t" trim="t" fitpath="t" string="Poetry"/>
            <w10:wrap type="tight"/>
          </v:shape>
        </w:pict>
      </w:r>
      <w:r w:rsidRPr="00831F2A">
        <w:rPr>
          <w:b/>
          <w:bCs/>
          <w:shadow/>
          <w:sz w:val="48"/>
          <w:szCs w:val="48"/>
        </w:rPr>
        <w:t>VAST</w:t>
      </w:r>
      <w:r w:rsidRPr="00D82789">
        <w:rPr>
          <w:b/>
          <w:bCs/>
          <w:shadow/>
          <w:sz w:val="40"/>
          <w:szCs w:val="40"/>
        </w:rPr>
        <w:t xml:space="preserve">  2011 </w:t>
      </w:r>
      <w:r>
        <w:rPr>
          <w:b/>
          <w:bCs/>
          <w:shadow/>
          <w:sz w:val="40"/>
          <w:szCs w:val="40"/>
        </w:rPr>
        <w:tab/>
        <w:t xml:space="preserve">        GALLERY SESSION</w:t>
      </w:r>
    </w:p>
    <w:p w:rsidR="009720AA" w:rsidRDefault="009720AA" w:rsidP="001779C8">
      <w:pPr>
        <w:spacing w:after="0"/>
        <w:ind w:left="720" w:firstLine="720"/>
        <w:rPr>
          <w:sz w:val="20"/>
          <w:szCs w:val="20"/>
        </w:rPr>
      </w:pPr>
      <w:r>
        <w:rPr>
          <w:sz w:val="20"/>
          <w:szCs w:val="20"/>
        </w:rPr>
        <w:t>Ah-Young Kim</w:t>
      </w:r>
      <w:r>
        <w:t xml:space="preserve">, </w:t>
      </w:r>
      <w:r>
        <w:rPr>
          <w:sz w:val="20"/>
          <w:szCs w:val="20"/>
        </w:rPr>
        <w:t>Museum Educator &amp; Coordinator of School Partnership and Rebecca Hoenig, Museum Educator,</w:t>
      </w:r>
    </w:p>
    <w:p w:rsidR="009720AA" w:rsidRDefault="009720AA" w:rsidP="001779C8">
      <w:pPr>
        <w:spacing w:after="0"/>
        <w:ind w:left="7920"/>
        <w:rPr>
          <w:sz w:val="20"/>
          <w:szCs w:val="20"/>
        </w:rPr>
      </w:pPr>
      <w:r>
        <w:rPr>
          <w:sz w:val="20"/>
          <w:szCs w:val="20"/>
        </w:rPr>
        <w:t>PHILADELPHIA MUSEUM OF ART</w:t>
      </w:r>
    </w:p>
    <w:p w:rsidR="009720AA" w:rsidRDefault="009720AA" w:rsidP="001779C8">
      <w:pPr>
        <w:spacing w:after="0"/>
        <w:ind w:left="7920"/>
        <w:rPr>
          <w:sz w:val="20"/>
          <w:szCs w:val="20"/>
        </w:rPr>
      </w:pPr>
    </w:p>
    <w:p w:rsidR="009720AA" w:rsidRDefault="009720AA" w:rsidP="00605C3F">
      <w:pPr>
        <w:spacing w:after="0"/>
        <w:ind w:hanging="27"/>
        <w:rPr>
          <w:sz w:val="20"/>
          <w:szCs w:val="20"/>
        </w:rPr>
      </w:pPr>
      <w:r w:rsidRPr="001C2207">
        <w:rPr>
          <w:noProof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i1025" type="#_x0000_t75" style="width:525.75pt;height:614.25pt;visibility:visible">
            <v:imagedata r:id="rId4" o:title=""/>
          </v:shape>
        </w:pict>
      </w:r>
      <w:r>
        <w:rPr>
          <w:sz w:val="20"/>
          <w:szCs w:val="20"/>
        </w:rPr>
        <w:t xml:space="preserve"> </w:t>
      </w:r>
    </w:p>
    <w:sectPr w:rsidR="009720AA" w:rsidSect="00E84A4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4A4F"/>
    <w:rsid w:val="000E7A3C"/>
    <w:rsid w:val="00125DAC"/>
    <w:rsid w:val="001779C8"/>
    <w:rsid w:val="001C2207"/>
    <w:rsid w:val="00262ED9"/>
    <w:rsid w:val="002B4097"/>
    <w:rsid w:val="00304A63"/>
    <w:rsid w:val="00331716"/>
    <w:rsid w:val="00343D57"/>
    <w:rsid w:val="003D3BC5"/>
    <w:rsid w:val="00416543"/>
    <w:rsid w:val="005013F3"/>
    <w:rsid w:val="005C31BE"/>
    <w:rsid w:val="005C62E9"/>
    <w:rsid w:val="00605C3F"/>
    <w:rsid w:val="00670767"/>
    <w:rsid w:val="007517AF"/>
    <w:rsid w:val="00831F2A"/>
    <w:rsid w:val="00855DA5"/>
    <w:rsid w:val="009720AA"/>
    <w:rsid w:val="00A72C8B"/>
    <w:rsid w:val="00AE20CD"/>
    <w:rsid w:val="00AE35D5"/>
    <w:rsid w:val="00C92399"/>
    <w:rsid w:val="00D55EB4"/>
    <w:rsid w:val="00D64512"/>
    <w:rsid w:val="00D82789"/>
    <w:rsid w:val="00E76D70"/>
    <w:rsid w:val="00E84A4F"/>
    <w:rsid w:val="00F800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0075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05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05C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778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25</Words>
  <Characters>146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VAST  2011 </dc:title>
  <dc:subject/>
  <dc:creator>Hoenig, Rebecca</dc:creator>
  <cp:keywords/>
  <dc:description/>
  <cp:lastModifiedBy>StevenW</cp:lastModifiedBy>
  <cp:revision>2</cp:revision>
  <cp:lastPrinted>2011-07-06T14:58:00Z</cp:lastPrinted>
  <dcterms:created xsi:type="dcterms:W3CDTF">2011-07-08T16:58:00Z</dcterms:created>
  <dcterms:modified xsi:type="dcterms:W3CDTF">2011-07-08T16:59:00Z</dcterms:modified>
</cp:coreProperties>
</file>