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81" w:rsidRDefault="000E0681" w:rsidP="0073535E">
      <w:pPr>
        <w:rPr>
          <w:b/>
          <w:bCs/>
          <w:shadow/>
          <w:sz w:val="40"/>
          <w:szCs w:val="4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38.75pt;margin-top:-6pt;width:159.75pt;height:36.95pt;z-index:-251658240" wrapcoords="-101 0 -203 7053 -2637 13665 -2637 19396 2738 21159 19065 22482 19977 22482 19876 21159 21600 4408 20383 1763 2231 0 -101 0" fillcolor="black" stroked="f" strokecolor="white" strokeweight="1pt">
            <v:fill color2="gray" angle="-135" focus="100%" type="gradient"/>
            <v:shadow on="t" type="perspective" color="silver" opacity="52429f" origin="-.5,.5" matrix=",46340f,,.5,,-4768371582e-16"/>
            <v:textpath style="font-family:&quot;Calibri&quot;;v-text-kern:t" trim="t" fitpath="t" string="Poetry"/>
            <w10:wrap type="tight"/>
          </v:shape>
        </w:pict>
      </w:r>
      <w:r>
        <w:rPr>
          <w:b/>
          <w:bCs/>
          <w:shadow/>
          <w:sz w:val="48"/>
          <w:szCs w:val="48"/>
        </w:rPr>
        <w:t>VAST</w:t>
      </w:r>
      <w:r>
        <w:rPr>
          <w:b/>
          <w:bCs/>
          <w:shadow/>
          <w:sz w:val="40"/>
          <w:szCs w:val="40"/>
        </w:rPr>
        <w:t xml:space="preserve">  2011 </w:t>
      </w:r>
      <w:r>
        <w:rPr>
          <w:b/>
          <w:bCs/>
          <w:shadow/>
          <w:sz w:val="40"/>
          <w:szCs w:val="40"/>
        </w:rPr>
        <w:tab/>
        <w:t xml:space="preserve">        GALLERY SESSION</w:t>
      </w:r>
    </w:p>
    <w:p w:rsidR="000E0681" w:rsidRDefault="000E0681" w:rsidP="00584DA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Ah-Young Kim</w:t>
      </w:r>
      <w:r>
        <w:t xml:space="preserve">, </w:t>
      </w:r>
      <w:r>
        <w:rPr>
          <w:sz w:val="20"/>
          <w:szCs w:val="20"/>
        </w:rPr>
        <w:t>Museum Educator &amp; Coordinator of School Partnership and Rebecca Hoenig, Museum Educator,</w:t>
      </w:r>
    </w:p>
    <w:p w:rsidR="000E0681" w:rsidRDefault="000E0681" w:rsidP="00584DAD">
      <w:pPr>
        <w:spacing w:after="0"/>
        <w:ind w:left="5760" w:firstLine="720"/>
        <w:rPr>
          <w:sz w:val="20"/>
          <w:szCs w:val="20"/>
        </w:rPr>
      </w:pPr>
      <w:r>
        <w:rPr>
          <w:sz w:val="20"/>
          <w:szCs w:val="20"/>
        </w:rPr>
        <w:t xml:space="preserve">  PHILADELPHIA MUSEUM OF ART</w:t>
      </w:r>
    </w:p>
    <w:p w:rsidR="000E0681" w:rsidRPr="005E59CC" w:rsidRDefault="000E0681" w:rsidP="00584DAD">
      <w:pPr>
        <w:spacing w:after="0"/>
        <w:ind w:left="5760" w:firstLine="720"/>
        <w:rPr>
          <w:sz w:val="20"/>
          <w:szCs w:val="20"/>
        </w:rPr>
      </w:pPr>
    </w:p>
    <w:p w:rsidR="000E0681" w:rsidRPr="005E59CC" w:rsidRDefault="000E0681" w:rsidP="005E59CC">
      <w:pPr>
        <w:spacing w:after="0" w:line="240" w:lineRule="auto"/>
        <w:jc w:val="center"/>
        <w:outlineLvl w:val="2"/>
        <w:rPr>
          <w:b/>
          <w:bCs/>
          <w:color w:val="000000"/>
          <w:sz w:val="32"/>
          <w:szCs w:val="32"/>
        </w:rPr>
      </w:pPr>
      <w:r w:rsidRPr="0063673D">
        <w:rPr>
          <w:b/>
          <w:bCs/>
          <w:color w:val="000000"/>
          <w:sz w:val="32"/>
          <w:szCs w:val="32"/>
        </w:rPr>
        <w:t>Lune Poem – Information</w:t>
      </w:r>
    </w:p>
    <w:p w:rsidR="000E0681" w:rsidRPr="00A51E17" w:rsidRDefault="000E0681" w:rsidP="0063673D">
      <w:pPr>
        <w:spacing w:after="0" w:line="240" w:lineRule="auto"/>
        <w:jc w:val="center"/>
        <w:rPr>
          <w:vanish/>
          <w:color w:val="000000"/>
          <w:sz w:val="28"/>
          <w:szCs w:val="28"/>
        </w:rPr>
      </w:pPr>
      <w:r w:rsidRPr="00A51E17">
        <w:rPr>
          <w:vanish/>
          <w:color w:val="000000"/>
          <w:sz w:val="28"/>
          <w:szCs w:val="28"/>
        </w:rPr>
        <w:t>None</w:t>
      </w:r>
    </w:p>
    <w:p w:rsidR="000E0681" w:rsidRPr="00A51E17" w:rsidRDefault="000E0681" w:rsidP="0063673D">
      <w:pPr>
        <w:spacing w:after="0" w:line="240" w:lineRule="auto"/>
        <w:jc w:val="center"/>
        <w:rPr>
          <w:color w:val="808080"/>
          <w:sz w:val="28"/>
          <w:szCs w:val="28"/>
        </w:rPr>
      </w:pPr>
    </w:p>
    <w:p w:rsidR="000E0681" w:rsidRDefault="000E0681" w:rsidP="0078369B">
      <w:pPr>
        <w:spacing w:after="240" w:line="324" w:lineRule="auto"/>
        <w:rPr>
          <w:sz w:val="28"/>
          <w:szCs w:val="28"/>
        </w:rPr>
      </w:pPr>
      <w:r w:rsidRPr="0063673D">
        <w:rPr>
          <w:sz w:val="28"/>
          <w:szCs w:val="28"/>
        </w:rPr>
        <w:t xml:space="preserve">The Lune (‘LOON’) - French for moon. The Lune is a short poetic form invented &amp; named by poet Robert Kelly in the 1960s. While working with Haiku, he noticed that English says things in fewer syllables than does Japanese; he experimented with different variations of a haiku-like form &amp; determined that a 13 syllable form arranged in three lines consisting of a 5/3/5 pattern worked best. He named this form the Lune because the right-hand (or varying edge) formed the bowed shape of a crescent moon &amp; also because the number 13 reminded him of the lunar year – which is 13 months. Here is an example of a Robert Kelly Lune from a series called “Knee Lunes”: </w:t>
      </w:r>
    </w:p>
    <w:p w:rsidR="000E0681" w:rsidRDefault="000E0681" w:rsidP="0078369B">
      <w:pPr>
        <w:spacing w:after="240" w:line="324" w:lineRule="auto"/>
        <w:rPr>
          <w:sz w:val="28"/>
          <w:szCs w:val="28"/>
        </w:rPr>
      </w:pPr>
      <w:r w:rsidRPr="0063673D">
        <w:rPr>
          <w:sz w:val="28"/>
          <w:szCs w:val="28"/>
        </w:rPr>
        <w:br/>
        <w:t>Thin sliver of the</w:t>
      </w:r>
      <w:r w:rsidRPr="0063673D">
        <w:rPr>
          <w:sz w:val="28"/>
          <w:szCs w:val="28"/>
        </w:rPr>
        <w:br/>
        <w:t>Cresc</w:t>
      </w:r>
      <w:r>
        <w:rPr>
          <w:sz w:val="28"/>
          <w:szCs w:val="28"/>
        </w:rPr>
        <w:t>ent moon</w:t>
      </w:r>
      <w:r>
        <w:rPr>
          <w:sz w:val="28"/>
          <w:szCs w:val="28"/>
        </w:rPr>
        <w:br/>
        <w:t>High up the real world</w:t>
      </w:r>
    </w:p>
    <w:p w:rsidR="000E0681" w:rsidRDefault="000E0681" w:rsidP="005E59CC">
      <w:pPr>
        <w:spacing w:after="240" w:line="324" w:lineRule="auto"/>
        <w:rPr>
          <w:b/>
          <w:bCs/>
          <w:sz w:val="32"/>
          <w:szCs w:val="32"/>
        </w:rPr>
      </w:pPr>
      <w:r w:rsidRPr="0063673D">
        <w:rPr>
          <w:sz w:val="28"/>
          <w:szCs w:val="28"/>
        </w:rPr>
        <w:br/>
      </w:r>
      <w:r w:rsidRPr="0078369B">
        <w:rPr>
          <w:b/>
          <w:bCs/>
          <w:sz w:val="32"/>
          <w:szCs w:val="32"/>
        </w:rPr>
        <w:t>Poet Jack Collom created a variant form when he remembered the 5/3/5 combination incorrectly</w:t>
      </w:r>
      <w:r>
        <w:rPr>
          <w:b/>
          <w:bCs/>
          <w:sz w:val="32"/>
          <w:szCs w:val="32"/>
        </w:rPr>
        <w:t xml:space="preserve"> as words instead of syllables. </w:t>
      </w:r>
      <w:r w:rsidRPr="0078369B">
        <w:rPr>
          <w:b/>
          <w:bCs/>
          <w:sz w:val="32"/>
          <w:szCs w:val="32"/>
        </w:rPr>
        <w:t>Thousands of children used the 5/3/5 word variant to create alternate Lunes.</w:t>
      </w:r>
    </w:p>
    <w:p w:rsidR="000E0681" w:rsidRPr="00584DAD" w:rsidRDefault="000E0681" w:rsidP="005E59CC">
      <w:pPr>
        <w:spacing w:after="240" w:line="324" w:lineRule="auto"/>
        <w:rPr>
          <w:sz w:val="16"/>
          <w:szCs w:val="16"/>
        </w:rPr>
      </w:pPr>
    </w:p>
    <w:p w:rsidR="000E0681" w:rsidRPr="005E59CC" w:rsidRDefault="000E0681" w:rsidP="005E59CC">
      <w:pPr>
        <w:spacing w:after="240" w:line="324" w:lineRule="auto"/>
        <w:rPr>
          <w:b/>
          <w:bCs/>
          <w:sz w:val="32"/>
          <w:szCs w:val="32"/>
        </w:rPr>
      </w:pPr>
      <w:r w:rsidRPr="0063673D">
        <w:rPr>
          <w:sz w:val="28"/>
          <w:szCs w:val="28"/>
        </w:rPr>
        <w:t>(Informat</w:t>
      </w:r>
      <w:r>
        <w:rPr>
          <w:sz w:val="28"/>
          <w:szCs w:val="28"/>
        </w:rPr>
        <w:t xml:space="preserve">ion from the handbook of Poetic </w:t>
      </w:r>
      <w:r w:rsidRPr="0063673D">
        <w:rPr>
          <w:sz w:val="28"/>
          <w:szCs w:val="28"/>
        </w:rPr>
        <w:t>forms)</w:t>
      </w:r>
      <w:r>
        <w:rPr>
          <w:sz w:val="28"/>
          <w:szCs w:val="28"/>
        </w:rPr>
        <w:t xml:space="preserve"> </w:t>
      </w:r>
      <w:r w:rsidRPr="0063673D">
        <w:rPr>
          <w:sz w:val="28"/>
          <w:szCs w:val="28"/>
        </w:rPr>
        <w:t>http://www.bigorb.com/orb/link/view.php?id=760&amp;link_id=1624</w:t>
      </w:r>
    </w:p>
    <w:sectPr w:rsidR="000E0681" w:rsidRPr="005E59CC" w:rsidSect="005E59CC">
      <w:pgSz w:w="12240" w:h="15840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AA7"/>
    <w:rsid w:val="0007768B"/>
    <w:rsid w:val="000A1B4A"/>
    <w:rsid w:val="000E0681"/>
    <w:rsid w:val="000E25B5"/>
    <w:rsid w:val="0010354C"/>
    <w:rsid w:val="001F5F8D"/>
    <w:rsid w:val="002435A1"/>
    <w:rsid w:val="0027740B"/>
    <w:rsid w:val="00336AE5"/>
    <w:rsid w:val="003A3AA7"/>
    <w:rsid w:val="004972BF"/>
    <w:rsid w:val="004C70CE"/>
    <w:rsid w:val="00584DAD"/>
    <w:rsid w:val="005E59CC"/>
    <w:rsid w:val="0063673D"/>
    <w:rsid w:val="0070529E"/>
    <w:rsid w:val="0073535E"/>
    <w:rsid w:val="00774EA5"/>
    <w:rsid w:val="0078369B"/>
    <w:rsid w:val="00A51E17"/>
    <w:rsid w:val="00AB4EBA"/>
    <w:rsid w:val="00C36FB1"/>
    <w:rsid w:val="00F1604E"/>
    <w:rsid w:val="00F2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FB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6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8984">
          <w:marLeft w:val="243"/>
          <w:marRight w:val="2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8991">
                      <w:marLeft w:val="0"/>
                      <w:marRight w:val="0"/>
                      <w:marTop w:val="2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183</Words>
  <Characters>1049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  2011 </dc:title>
  <dc:subject/>
  <dc:creator>Hoenig, Rebecca</dc:creator>
  <cp:keywords/>
  <dc:description/>
  <cp:lastModifiedBy>StevenW</cp:lastModifiedBy>
  <cp:revision>2</cp:revision>
  <cp:lastPrinted>2011-07-06T15:15:00Z</cp:lastPrinted>
  <dcterms:created xsi:type="dcterms:W3CDTF">2011-07-08T17:07:00Z</dcterms:created>
  <dcterms:modified xsi:type="dcterms:W3CDTF">2011-07-08T17:07:00Z</dcterms:modified>
</cp:coreProperties>
</file>