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90" w:rsidRDefault="00352990" w:rsidP="00D82789">
      <w:pPr>
        <w:rPr>
          <w:b/>
          <w:bCs/>
          <w:shadow/>
          <w:sz w:val="40"/>
          <w:szCs w:val="4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8.75pt;margin-top:-6pt;width:159.75pt;height:36.95pt;z-index:-251658240" wrapcoords="-101 0 -203 7053 -2637 13665 -2637 19396 2738 21159 19065 22482 19977 22482 19876 21159 21600 4408 20383 1763 2231 0 -101 0" fillcolor="black" stroked="f" strokecolor="white" strokeweight="1pt">
            <v:fill color2="gray" angle="-135" focus="100%" type="gradient"/>
            <v:shadow on="t" type="perspective" color="silver" opacity="52429f" origin="-.5,.5" matrix=",46340f,,.5,,-4768371582e-16"/>
            <v:textpath style="font-family:&quot;Calibri&quot;;v-text-kern:t" trim="t" fitpath="t" string="Poetry"/>
            <w10:wrap type="tight"/>
          </v:shape>
        </w:pict>
      </w:r>
      <w:r w:rsidRPr="00831F2A">
        <w:rPr>
          <w:b/>
          <w:bCs/>
          <w:shadow/>
          <w:sz w:val="48"/>
          <w:szCs w:val="48"/>
        </w:rPr>
        <w:t>VAST</w:t>
      </w:r>
      <w:r w:rsidRPr="00D82789">
        <w:rPr>
          <w:b/>
          <w:bCs/>
          <w:shadow/>
          <w:sz w:val="40"/>
          <w:szCs w:val="40"/>
        </w:rPr>
        <w:t xml:space="preserve">  2011 </w:t>
      </w:r>
      <w:r>
        <w:rPr>
          <w:b/>
          <w:bCs/>
          <w:shadow/>
          <w:sz w:val="40"/>
          <w:szCs w:val="40"/>
        </w:rPr>
        <w:tab/>
        <w:t xml:space="preserve">        GALLERY SESSION</w:t>
      </w:r>
    </w:p>
    <w:p w:rsidR="00352990" w:rsidRDefault="00352990" w:rsidP="001779C8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Ah-Young Kim</w:t>
      </w:r>
      <w:r>
        <w:t xml:space="preserve">, </w:t>
      </w:r>
      <w:r>
        <w:rPr>
          <w:sz w:val="20"/>
          <w:szCs w:val="20"/>
        </w:rPr>
        <w:t>Museum Educator &amp; Coordinator of School Partnership and Rebecca Hoenig, Museum Educator,</w:t>
      </w:r>
    </w:p>
    <w:p w:rsidR="00352990" w:rsidRDefault="00352990" w:rsidP="001779C8">
      <w:pPr>
        <w:spacing w:after="0"/>
        <w:ind w:left="7920"/>
        <w:rPr>
          <w:sz w:val="20"/>
          <w:szCs w:val="20"/>
        </w:rPr>
      </w:pPr>
      <w:r>
        <w:rPr>
          <w:sz w:val="20"/>
          <w:szCs w:val="20"/>
        </w:rPr>
        <w:t>PHILADELPHIA MUSEUM OF ART</w:t>
      </w:r>
    </w:p>
    <w:p w:rsidR="00352990" w:rsidRDefault="00352990" w:rsidP="001779C8">
      <w:pPr>
        <w:spacing w:after="0"/>
        <w:ind w:left="7920"/>
        <w:rPr>
          <w:sz w:val="20"/>
          <w:szCs w:val="20"/>
        </w:rPr>
      </w:pPr>
    </w:p>
    <w:p w:rsidR="00352990" w:rsidRDefault="00352990" w:rsidP="000C6DDF">
      <w:pPr>
        <w:spacing w:after="0"/>
        <w:rPr>
          <w:sz w:val="52"/>
          <w:szCs w:val="52"/>
        </w:rPr>
        <w:sectPr w:rsidR="00352990" w:rsidSect="00E84A4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52990" w:rsidRDefault="00352990" w:rsidP="000C6DDF">
      <w:pPr>
        <w:spacing w:after="0"/>
        <w:rPr>
          <w:sz w:val="52"/>
          <w:szCs w:val="52"/>
        </w:rPr>
      </w:pPr>
      <w:r w:rsidRPr="001B40E6">
        <w:rPr>
          <w:sz w:val="52"/>
          <w:szCs w:val="52"/>
        </w:rPr>
        <w:t>LIST POEM</w:t>
      </w:r>
    </w:p>
    <w:p w:rsidR="00352990" w:rsidRDefault="00352990" w:rsidP="000C6DDF">
      <w:pPr>
        <w:spacing w:after="0"/>
        <w:rPr>
          <w:sz w:val="32"/>
          <w:szCs w:val="32"/>
        </w:rPr>
      </w:pPr>
    </w:p>
    <w:p w:rsidR="00352990" w:rsidRDefault="00352990" w:rsidP="000C6DDF">
      <w:pPr>
        <w:spacing w:after="0"/>
        <w:rPr>
          <w:sz w:val="32"/>
          <w:szCs w:val="32"/>
        </w:rPr>
        <w:sectPr w:rsidR="00352990" w:rsidSect="001C217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52990" w:rsidRDefault="00352990" w:rsidP="005A2F71">
      <w:pPr>
        <w:spacing w:after="0"/>
        <w:rPr>
          <w:sz w:val="32"/>
          <w:szCs w:val="32"/>
        </w:rPr>
      </w:pPr>
      <w:r w:rsidRPr="005A2F71">
        <w:rPr>
          <w:sz w:val="32"/>
          <w:szCs w:val="32"/>
        </w:rPr>
        <w:t>Choose one painting in this gallery and list words and phrases that come to m</w:t>
      </w:r>
      <w:r>
        <w:rPr>
          <w:sz w:val="32"/>
          <w:szCs w:val="32"/>
        </w:rPr>
        <w:t>ind as you look at the painting.</w:t>
      </w:r>
    </w:p>
    <w:p w:rsidR="00352990" w:rsidRDefault="00352990" w:rsidP="005A2F71">
      <w:pPr>
        <w:spacing w:after="0"/>
        <w:rPr>
          <w:sz w:val="32"/>
          <w:szCs w:val="32"/>
        </w:rPr>
      </w:pPr>
    </w:p>
    <w:p w:rsidR="00352990" w:rsidRPr="005A2F71" w:rsidRDefault="00352990" w:rsidP="005A2F71">
      <w:pPr>
        <w:spacing w:after="0"/>
        <w:rPr>
          <w:sz w:val="32"/>
          <w:szCs w:val="32"/>
        </w:rPr>
        <w:sectPr w:rsidR="00352990" w:rsidRPr="005A2F71" w:rsidSect="001C217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52990" w:rsidRPr="00293CE2" w:rsidRDefault="00352990" w:rsidP="000412C7">
      <w:pPr>
        <w:spacing w:after="0"/>
        <w:rPr>
          <w:sz w:val="48"/>
          <w:szCs w:val="48"/>
          <w:u w:val="single"/>
        </w:rPr>
        <w:sectPr w:rsidR="00352990" w:rsidRPr="00293CE2" w:rsidSect="0090309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293CE2">
        <w:rPr>
          <w:sz w:val="48"/>
          <w:szCs w:val="4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2990" w:rsidRPr="00293CE2" w:rsidRDefault="00352990" w:rsidP="000412C7">
      <w:pPr>
        <w:spacing w:after="0"/>
        <w:rPr>
          <w:sz w:val="48"/>
          <w:szCs w:val="48"/>
          <w:u w:val="single"/>
        </w:rPr>
      </w:pPr>
      <w:r w:rsidRPr="00293CE2">
        <w:rPr>
          <w:sz w:val="48"/>
          <w:szCs w:val="48"/>
          <w:u w:val="single"/>
        </w:rPr>
        <w:t>____________________________________________________________________________________</w:t>
      </w:r>
    </w:p>
    <w:p w:rsidR="00352990" w:rsidRPr="00293CE2" w:rsidRDefault="00352990" w:rsidP="000412C7">
      <w:pPr>
        <w:spacing w:after="0"/>
        <w:rPr>
          <w:sz w:val="48"/>
          <w:szCs w:val="48"/>
          <w:u w:val="single"/>
        </w:rPr>
        <w:sectPr w:rsidR="00352990" w:rsidRPr="00293CE2" w:rsidSect="0090309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352990" w:rsidRPr="00293CE2" w:rsidRDefault="00352990" w:rsidP="000412C7">
      <w:pPr>
        <w:spacing w:after="0"/>
        <w:rPr>
          <w:sz w:val="48"/>
          <w:szCs w:val="48"/>
          <w:u w:val="single"/>
        </w:rPr>
      </w:pPr>
      <w:r w:rsidRPr="00293CE2">
        <w:rPr>
          <w:sz w:val="48"/>
          <w:szCs w:val="48"/>
          <w:u w:val="single"/>
        </w:rPr>
        <w:t>______________________________________________________________________________________________________________________________</w:t>
      </w:r>
    </w:p>
    <w:p w:rsidR="00352990" w:rsidRPr="00293CE2" w:rsidRDefault="00352990" w:rsidP="000412C7">
      <w:pPr>
        <w:spacing w:after="0"/>
        <w:rPr>
          <w:sz w:val="20"/>
          <w:szCs w:val="20"/>
        </w:rPr>
      </w:pPr>
      <w:r w:rsidRPr="00293CE2">
        <w:rPr>
          <w:sz w:val="48"/>
          <w:szCs w:val="48"/>
          <w:u w:val="single"/>
        </w:rPr>
        <w:t>__________________________________________</w:t>
      </w:r>
    </w:p>
    <w:sectPr w:rsidR="00352990" w:rsidRPr="00293CE2" w:rsidSect="0090309B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C052C"/>
    <w:multiLevelType w:val="hybridMultilevel"/>
    <w:tmpl w:val="8BAE2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A4F"/>
    <w:rsid w:val="000412C7"/>
    <w:rsid w:val="00070022"/>
    <w:rsid w:val="000C6DDF"/>
    <w:rsid w:val="00125DAC"/>
    <w:rsid w:val="001779C8"/>
    <w:rsid w:val="001B40E6"/>
    <w:rsid w:val="001C217A"/>
    <w:rsid w:val="00293CE2"/>
    <w:rsid w:val="002B4097"/>
    <w:rsid w:val="00304A63"/>
    <w:rsid w:val="00331716"/>
    <w:rsid w:val="00343D57"/>
    <w:rsid w:val="00352990"/>
    <w:rsid w:val="003C3ADB"/>
    <w:rsid w:val="003D3BC5"/>
    <w:rsid w:val="00402C0B"/>
    <w:rsid w:val="00416543"/>
    <w:rsid w:val="004C2BC8"/>
    <w:rsid w:val="004D157C"/>
    <w:rsid w:val="005013F3"/>
    <w:rsid w:val="00511043"/>
    <w:rsid w:val="005A2F71"/>
    <w:rsid w:val="005C62E9"/>
    <w:rsid w:val="00605C3F"/>
    <w:rsid w:val="00670767"/>
    <w:rsid w:val="007517AF"/>
    <w:rsid w:val="00831F2A"/>
    <w:rsid w:val="008C0514"/>
    <w:rsid w:val="0090309B"/>
    <w:rsid w:val="00BD43D6"/>
    <w:rsid w:val="00D55EB4"/>
    <w:rsid w:val="00D62947"/>
    <w:rsid w:val="00D64512"/>
    <w:rsid w:val="00D82789"/>
    <w:rsid w:val="00E76D70"/>
    <w:rsid w:val="00E84A4F"/>
    <w:rsid w:val="00F80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07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5C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412C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138</Words>
  <Characters>790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  2011 </dc:title>
  <dc:subject/>
  <dc:creator>Hoenig, Rebecca</dc:creator>
  <cp:keywords/>
  <dc:description/>
  <cp:lastModifiedBy>StevenW</cp:lastModifiedBy>
  <cp:revision>2</cp:revision>
  <cp:lastPrinted>2011-07-01T19:05:00Z</cp:lastPrinted>
  <dcterms:created xsi:type="dcterms:W3CDTF">2011-07-08T17:10:00Z</dcterms:created>
  <dcterms:modified xsi:type="dcterms:W3CDTF">2011-07-08T17:10:00Z</dcterms:modified>
</cp:coreProperties>
</file>