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547" w:rsidRDefault="00B91547" w:rsidP="00E40FEA">
      <w:pPr>
        <w:rPr>
          <w:b/>
          <w:bCs/>
          <w:shadow/>
          <w:sz w:val="40"/>
          <w:szCs w:val="40"/>
        </w:rPr>
      </w:pPr>
      <w:r>
        <w:rPr>
          <w:noProof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38.75pt;margin-top:-6pt;width:159.75pt;height:36.95pt;z-index:-251658240" wrapcoords="-101 0 -203 7053 -2637 13665 -2637 19396 2738 21159 19065 22482 19977 22482 19876 21159 21600 4408 20383 1763 2231 0 -101 0" fillcolor="black" stroked="f" strokecolor="white" strokeweight="1pt">
            <v:fill color2="gray" angle="-135" focus="100%" type="gradient"/>
            <v:shadow on="t" type="perspective" color="silver" opacity="52429f" origin="-.5,.5" matrix=",46340f,,.5,,-4768371582e-16"/>
            <v:textpath style="font-family:&quot;Calibri&quot;;v-text-kern:t" trim="t" fitpath="t" string="Poetry"/>
            <w10:wrap type="tight"/>
          </v:shape>
        </w:pict>
      </w:r>
      <w:r>
        <w:rPr>
          <w:b/>
          <w:bCs/>
          <w:shadow/>
          <w:sz w:val="48"/>
          <w:szCs w:val="48"/>
        </w:rPr>
        <w:t>VAST</w:t>
      </w:r>
      <w:r>
        <w:rPr>
          <w:b/>
          <w:bCs/>
          <w:shadow/>
          <w:sz w:val="40"/>
          <w:szCs w:val="40"/>
        </w:rPr>
        <w:t xml:space="preserve">  2011 </w:t>
      </w:r>
      <w:r>
        <w:rPr>
          <w:b/>
          <w:bCs/>
          <w:shadow/>
          <w:sz w:val="40"/>
          <w:szCs w:val="40"/>
        </w:rPr>
        <w:tab/>
        <w:t xml:space="preserve">        GALLERY SESSION</w:t>
      </w:r>
    </w:p>
    <w:p w:rsidR="00B91547" w:rsidRDefault="00B91547" w:rsidP="00E40FEA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Ah-Young Kim</w:t>
      </w:r>
      <w:r>
        <w:t xml:space="preserve">, </w:t>
      </w:r>
      <w:r>
        <w:rPr>
          <w:sz w:val="20"/>
          <w:szCs w:val="20"/>
        </w:rPr>
        <w:t>Museum Educator &amp; Coordinator of School Partnership and Rebecca Hoenig, Museum Educator,</w:t>
      </w:r>
    </w:p>
    <w:p w:rsidR="00B91547" w:rsidRDefault="00B91547" w:rsidP="00F935B3">
      <w:pPr>
        <w:spacing w:after="0"/>
        <w:ind w:left="7920"/>
        <w:rPr>
          <w:sz w:val="20"/>
          <w:szCs w:val="20"/>
        </w:rPr>
      </w:pPr>
      <w:r>
        <w:rPr>
          <w:sz w:val="20"/>
          <w:szCs w:val="20"/>
        </w:rPr>
        <w:t>PHILADELPHIA MUSEUM OF ART</w:t>
      </w:r>
    </w:p>
    <w:p w:rsidR="00B91547" w:rsidRPr="00F935B3" w:rsidRDefault="00B91547" w:rsidP="00F935B3">
      <w:pPr>
        <w:spacing w:after="0"/>
        <w:ind w:left="7920"/>
        <w:rPr>
          <w:sz w:val="20"/>
          <w:szCs w:val="20"/>
        </w:rPr>
      </w:pPr>
    </w:p>
    <w:p w:rsidR="00B91547" w:rsidRDefault="00B91547" w:rsidP="00E40FEA">
      <w:pPr>
        <w:spacing w:after="0"/>
        <w:rPr>
          <w:sz w:val="44"/>
          <w:szCs w:val="44"/>
        </w:rPr>
      </w:pPr>
      <w:r w:rsidRPr="00F935B3">
        <w:rPr>
          <w:sz w:val="44"/>
          <w:szCs w:val="44"/>
        </w:rPr>
        <w:t>HAIKU POEM</w:t>
      </w:r>
    </w:p>
    <w:p w:rsidR="00B91547" w:rsidRPr="00F935B3" w:rsidRDefault="00B91547" w:rsidP="00E40FEA">
      <w:pPr>
        <w:spacing w:after="0"/>
        <w:rPr>
          <w:sz w:val="44"/>
          <w:szCs w:val="44"/>
        </w:rPr>
      </w:pPr>
    </w:p>
    <w:p w:rsidR="00B91547" w:rsidRPr="00E40FEA" w:rsidRDefault="00B91547" w:rsidP="00E40FEA">
      <w:pPr>
        <w:spacing w:after="0"/>
        <w:rPr>
          <w:sz w:val="32"/>
          <w:szCs w:val="32"/>
        </w:rPr>
      </w:pPr>
      <w:r w:rsidRPr="00E40FEA">
        <w:rPr>
          <w:sz w:val="32"/>
          <w:szCs w:val="32"/>
        </w:rPr>
        <w:t xml:space="preserve">In this gallery, please choose a work of art that inspires you!  </w:t>
      </w:r>
    </w:p>
    <w:p w:rsidR="00B91547" w:rsidRDefault="00B91547" w:rsidP="00E40FEA">
      <w:pPr>
        <w:spacing w:after="0"/>
        <w:rPr>
          <w:noProof/>
          <w:sz w:val="32"/>
          <w:szCs w:val="32"/>
        </w:rPr>
      </w:pPr>
      <w:r w:rsidRPr="00E40FEA">
        <w:rPr>
          <w:noProof/>
          <w:sz w:val="32"/>
          <w:szCs w:val="32"/>
        </w:rPr>
        <w:t>Write words that describe</w:t>
      </w:r>
      <w:r>
        <w:rPr>
          <w:noProof/>
          <w:sz w:val="32"/>
          <w:szCs w:val="32"/>
        </w:rPr>
        <w:t xml:space="preserve"> this object. </w:t>
      </w:r>
    </w:p>
    <w:p w:rsidR="00B91547" w:rsidRPr="00543024" w:rsidRDefault="00B91547" w:rsidP="00E40FEA">
      <w:pPr>
        <w:spacing w:after="0"/>
        <w:rPr>
          <w:noProof/>
          <w:sz w:val="16"/>
          <w:szCs w:val="16"/>
        </w:rPr>
      </w:pPr>
    </w:p>
    <w:p w:rsidR="00B91547" w:rsidRPr="00E40FEA" w:rsidRDefault="00B91547" w:rsidP="00E40FEA">
      <w:pPr>
        <w:spacing w:after="0"/>
        <w:rPr>
          <w:sz w:val="32"/>
          <w:szCs w:val="32"/>
        </w:rPr>
      </w:pPr>
      <w:r>
        <w:rPr>
          <w:noProof/>
          <w:lang w:eastAsia="en-US"/>
        </w:rPr>
        <w:pict>
          <v:rect id="_x0000_s1027" style="position:absolute;margin-left:-2.25pt;margin-top:7.55pt;width:531.75pt;height:233.15pt;z-index:251659264" strokeweight="2pt"/>
        </w:pict>
      </w:r>
      <w:r w:rsidRPr="00E40FEA">
        <w:rPr>
          <w:noProof/>
          <w:sz w:val="32"/>
          <w:szCs w:val="32"/>
        </w:rPr>
        <w:t xml:space="preserve">   </w:t>
      </w:r>
    </w:p>
    <w:p w:rsidR="00B91547" w:rsidRDefault="00B91547"/>
    <w:p w:rsidR="00B91547" w:rsidRPr="00387010" w:rsidRDefault="00B91547" w:rsidP="00387010"/>
    <w:p w:rsidR="00B91547" w:rsidRPr="00387010" w:rsidRDefault="00B91547" w:rsidP="00387010"/>
    <w:p w:rsidR="00B91547" w:rsidRPr="00387010" w:rsidRDefault="00B91547" w:rsidP="00387010"/>
    <w:p w:rsidR="00B91547" w:rsidRPr="00387010" w:rsidRDefault="00B91547" w:rsidP="00387010"/>
    <w:p w:rsidR="00B91547" w:rsidRDefault="00B91547" w:rsidP="00387010"/>
    <w:p w:rsidR="00B91547" w:rsidRDefault="00B91547" w:rsidP="00387010"/>
    <w:p w:rsidR="00B91547" w:rsidRDefault="00B91547" w:rsidP="00387010"/>
    <w:p w:rsidR="00B91547" w:rsidRDefault="00B91547" w:rsidP="00387010"/>
    <w:p w:rsidR="00B91547" w:rsidRDefault="00B91547" w:rsidP="00387010"/>
    <w:p w:rsidR="00B91547" w:rsidRPr="00543024" w:rsidRDefault="00B91547" w:rsidP="00387010">
      <w:pPr>
        <w:rPr>
          <w:sz w:val="16"/>
          <w:szCs w:val="16"/>
        </w:rPr>
      </w:pPr>
    </w:p>
    <w:p w:rsidR="00B91547" w:rsidRPr="00F935B3" w:rsidRDefault="00B91547" w:rsidP="00387010">
      <w:pPr>
        <w:rPr>
          <w:sz w:val="24"/>
          <w:szCs w:val="24"/>
        </w:rPr>
      </w:pPr>
      <w:r w:rsidRPr="00F935B3"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t>_________________________</w:t>
      </w:r>
      <w:r w:rsidRPr="00F935B3">
        <w:rPr>
          <w:sz w:val="24"/>
          <w:szCs w:val="24"/>
        </w:rPr>
        <w:t>(5 syllables)</w:t>
      </w:r>
    </w:p>
    <w:p w:rsidR="00B91547" w:rsidRDefault="00B91547" w:rsidP="00387010"/>
    <w:p w:rsidR="00B91547" w:rsidRDefault="00B91547" w:rsidP="00387010"/>
    <w:p w:rsidR="00B91547" w:rsidRPr="00F935B3" w:rsidRDefault="00B91547" w:rsidP="00387010">
      <w:pPr>
        <w:rPr>
          <w:sz w:val="24"/>
          <w:szCs w:val="24"/>
        </w:rPr>
      </w:pPr>
      <w:r w:rsidRPr="00F935B3">
        <w:rPr>
          <w:sz w:val="24"/>
          <w:szCs w:val="24"/>
        </w:rPr>
        <w:t>______________________________________________________________</w:t>
      </w:r>
      <w:r>
        <w:rPr>
          <w:sz w:val="24"/>
          <w:szCs w:val="24"/>
        </w:rPr>
        <w:t>__________________</w:t>
      </w:r>
      <w:r w:rsidRPr="00F935B3">
        <w:rPr>
          <w:sz w:val="24"/>
          <w:szCs w:val="24"/>
        </w:rPr>
        <w:t xml:space="preserve"> (7 syllables)</w:t>
      </w:r>
    </w:p>
    <w:p w:rsidR="00B91547" w:rsidRDefault="00B91547" w:rsidP="00387010"/>
    <w:p w:rsidR="00B91547" w:rsidRDefault="00B91547" w:rsidP="00387010"/>
    <w:p w:rsidR="00B91547" w:rsidRDefault="00B91547" w:rsidP="00387010">
      <w:r>
        <w:t xml:space="preserve">_______________________________________________________________________________________ </w:t>
      </w:r>
      <w:r w:rsidRPr="00F935B3">
        <w:rPr>
          <w:sz w:val="24"/>
          <w:szCs w:val="24"/>
        </w:rPr>
        <w:t>(5 syllables)</w:t>
      </w:r>
    </w:p>
    <w:p w:rsidR="00B91547" w:rsidRPr="00387010" w:rsidRDefault="00B91547" w:rsidP="00387010"/>
    <w:sectPr w:rsidR="00B91547" w:rsidRPr="00387010" w:rsidSect="00E40F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010"/>
    <w:rsid w:val="001D2CE5"/>
    <w:rsid w:val="002B70DF"/>
    <w:rsid w:val="00387010"/>
    <w:rsid w:val="003B3617"/>
    <w:rsid w:val="00543024"/>
    <w:rsid w:val="006D02E3"/>
    <w:rsid w:val="00874106"/>
    <w:rsid w:val="00AE4D8C"/>
    <w:rsid w:val="00B760A5"/>
    <w:rsid w:val="00B91547"/>
    <w:rsid w:val="00BC48C2"/>
    <w:rsid w:val="00BE7D57"/>
    <w:rsid w:val="00C46DC2"/>
    <w:rsid w:val="00D574B8"/>
    <w:rsid w:val="00D72068"/>
    <w:rsid w:val="00DA31D0"/>
    <w:rsid w:val="00E40FEA"/>
    <w:rsid w:val="00ED79C5"/>
    <w:rsid w:val="00F9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D8C"/>
    <w:pPr>
      <w:spacing w:after="200" w:line="276" w:lineRule="auto"/>
    </w:pPr>
    <w:rPr>
      <w:rFonts w:cs="Calibri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89</Words>
  <Characters>510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  2011 </dc:title>
  <dc:subject/>
  <dc:creator>akim</dc:creator>
  <cp:keywords/>
  <dc:description/>
  <cp:lastModifiedBy>StevenW</cp:lastModifiedBy>
  <cp:revision>2</cp:revision>
  <cp:lastPrinted>2011-07-06T14:57:00Z</cp:lastPrinted>
  <dcterms:created xsi:type="dcterms:W3CDTF">2011-07-08T17:04:00Z</dcterms:created>
  <dcterms:modified xsi:type="dcterms:W3CDTF">2011-07-08T17:04:00Z</dcterms:modified>
</cp:coreProperties>
</file>